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CC" w:rsidRPr="0068025A" w:rsidRDefault="005C2ECC" w:rsidP="000D2928">
      <w:pPr>
        <w:widowControl/>
        <w:rPr>
          <w:rFonts w:asci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附件</w:t>
      </w:r>
      <w:r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  <w:t xml:space="preserve">1         </w:t>
      </w:r>
      <w:r w:rsidRPr="0068025A"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  <w:t>201</w:t>
      </w:r>
      <w:r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  <w:t>7</w:t>
      </w:r>
      <w:r w:rsidRPr="0068025A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年发展党员计划表（含教工和学生）</w:t>
      </w:r>
    </w:p>
    <w:tbl>
      <w:tblPr>
        <w:tblW w:w="7911" w:type="dxa"/>
        <w:jc w:val="center"/>
        <w:tblLook w:val="0000"/>
      </w:tblPr>
      <w:tblGrid>
        <w:gridCol w:w="1636"/>
        <w:gridCol w:w="4110"/>
        <w:gridCol w:w="2165"/>
      </w:tblGrid>
      <w:tr w:rsidR="005C2ECC" w:rsidRPr="0045003E">
        <w:trPr>
          <w:trHeight w:val="586"/>
          <w:jc w:val="center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基层党委（党总支）</w:t>
            </w: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、党支部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  <w:t>201</w:t>
            </w:r>
            <w:r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  <w:t>7</w:t>
            </w:r>
            <w:r w:rsidRPr="0045003E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年计划数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spacing w:beforeAutospacing="1" w:afterAutospacing="1"/>
              <w:jc w:val="center"/>
              <w:rPr>
                <w:rFonts w:ascii="宋体"/>
                <w:kern w:val="0"/>
                <w:sz w:val="18"/>
                <w:szCs w:val="18"/>
              </w:rPr>
            </w:pPr>
            <w:bookmarkStart w:id="0" w:name="_Hlk417373036" w:colFirst="1" w:colLast="2"/>
            <w:bookmarkStart w:id="1" w:name="_Hlk483660860"/>
            <w:r w:rsidRPr="0045003E"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研究生院</w:t>
            </w: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38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文学院党委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41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历史文化学院党委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22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外国语学院党委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53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旅游学院党委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32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经济管理学院党委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67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法学院党委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29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教育学院党委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17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国际教育学院党委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12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美术</w:t>
            </w: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53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音乐学院党委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25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体育学院党委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23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数学与计算机科学学院党委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45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通信与电子学院党委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31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化学化工学院党委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31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建筑工程学院党委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29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生命科学学院党委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29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药学院党委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17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材料与机电学院党委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45</w:t>
            </w:r>
          </w:p>
        </w:tc>
      </w:tr>
      <w:tr w:rsidR="005C2ECC" w:rsidRPr="0045003E">
        <w:trPr>
          <w:trHeight w:val="45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商学院党委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50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理工学院党委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105</w:t>
            </w:r>
          </w:p>
        </w:tc>
      </w:tr>
      <w:tr w:rsidR="005C2ECC" w:rsidRPr="0045003E">
        <w:trPr>
          <w:trHeight w:val="511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软件动漫学院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</w:pPr>
            <w:r>
              <w:t>24</w:t>
            </w:r>
          </w:p>
        </w:tc>
      </w:tr>
      <w:tr w:rsidR="005C2ECC" w:rsidRPr="0045003E">
        <w:trPr>
          <w:trHeight w:val="762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ECC" w:rsidRPr="0045003E" w:rsidRDefault="005C2ECC" w:rsidP="00924F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其他（机关党委、离退办党总支、后勤党总支、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马克思主义学院</w:t>
            </w:r>
            <w:r w:rsidRPr="0045003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党总支、继续教育学院党总支、图书馆党总支）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，含团委发展党员计划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ECC" w:rsidRDefault="005C2ECC" w:rsidP="00924FDE">
            <w:pPr>
              <w:jc w:val="center"/>
              <w:rPr>
                <w:rFonts w:ascii="宋体"/>
                <w:sz w:val="24"/>
                <w:szCs w:val="24"/>
              </w:rPr>
            </w:pPr>
            <w:r>
              <w:t>25</w:t>
            </w:r>
          </w:p>
        </w:tc>
      </w:tr>
      <w:bookmarkEnd w:id="0"/>
      <w:bookmarkEnd w:id="1"/>
    </w:tbl>
    <w:p w:rsidR="005C2ECC" w:rsidRDefault="005C2ECC" w:rsidP="00B22336">
      <w:pPr>
        <w:rPr>
          <w:rFonts w:ascii="黑体" w:eastAsia="黑体" w:hAnsi="宋体"/>
          <w:sz w:val="32"/>
          <w:szCs w:val="32"/>
        </w:rPr>
      </w:pPr>
    </w:p>
    <w:sectPr w:rsidR="005C2ECC" w:rsidSect="00573970">
      <w:pgSz w:w="11906" w:h="16838" w:code="9"/>
      <w:pgMar w:top="964" w:right="1531" w:bottom="96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ECC" w:rsidRDefault="005C2ECC" w:rsidP="004D4655">
      <w:r>
        <w:separator/>
      </w:r>
    </w:p>
  </w:endnote>
  <w:endnote w:type="continuationSeparator" w:id="1">
    <w:p w:rsidR="005C2ECC" w:rsidRDefault="005C2ECC" w:rsidP="004D4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ECC" w:rsidRDefault="005C2ECC" w:rsidP="004D4655">
      <w:r>
        <w:separator/>
      </w:r>
    </w:p>
  </w:footnote>
  <w:footnote w:type="continuationSeparator" w:id="1">
    <w:p w:rsidR="005C2ECC" w:rsidRDefault="005C2ECC" w:rsidP="004D46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171"/>
    <w:rsid w:val="00013746"/>
    <w:rsid w:val="000461E4"/>
    <w:rsid w:val="000715EC"/>
    <w:rsid w:val="00077C1D"/>
    <w:rsid w:val="000875C0"/>
    <w:rsid w:val="000A4C5D"/>
    <w:rsid w:val="000A4E47"/>
    <w:rsid w:val="000D27A0"/>
    <w:rsid w:val="000D2928"/>
    <w:rsid w:val="000E588A"/>
    <w:rsid w:val="000F1DD5"/>
    <w:rsid w:val="000F3B3D"/>
    <w:rsid w:val="000F675C"/>
    <w:rsid w:val="000F69F8"/>
    <w:rsid w:val="0012097B"/>
    <w:rsid w:val="00126444"/>
    <w:rsid w:val="0013655C"/>
    <w:rsid w:val="00137449"/>
    <w:rsid w:val="001672ED"/>
    <w:rsid w:val="00174D7C"/>
    <w:rsid w:val="00177F05"/>
    <w:rsid w:val="00180C35"/>
    <w:rsid w:val="00182139"/>
    <w:rsid w:val="00186398"/>
    <w:rsid w:val="00196432"/>
    <w:rsid w:val="001C4C31"/>
    <w:rsid w:val="001C5478"/>
    <w:rsid w:val="001C646B"/>
    <w:rsid w:val="001D246E"/>
    <w:rsid w:val="001D57E2"/>
    <w:rsid w:val="001D66B7"/>
    <w:rsid w:val="001E17E6"/>
    <w:rsid w:val="00210F19"/>
    <w:rsid w:val="002163E1"/>
    <w:rsid w:val="00236774"/>
    <w:rsid w:val="00251843"/>
    <w:rsid w:val="0025222B"/>
    <w:rsid w:val="00264D16"/>
    <w:rsid w:val="00264FBA"/>
    <w:rsid w:val="00266C87"/>
    <w:rsid w:val="002674C0"/>
    <w:rsid w:val="002731F4"/>
    <w:rsid w:val="00294009"/>
    <w:rsid w:val="002A2F88"/>
    <w:rsid w:val="002A78BA"/>
    <w:rsid w:val="002B7F84"/>
    <w:rsid w:val="002C3918"/>
    <w:rsid w:val="002F5F2D"/>
    <w:rsid w:val="00301243"/>
    <w:rsid w:val="0031094D"/>
    <w:rsid w:val="00316C6A"/>
    <w:rsid w:val="00322C19"/>
    <w:rsid w:val="00343DDD"/>
    <w:rsid w:val="00352644"/>
    <w:rsid w:val="00363C30"/>
    <w:rsid w:val="00364951"/>
    <w:rsid w:val="00367D1E"/>
    <w:rsid w:val="003712C9"/>
    <w:rsid w:val="00395948"/>
    <w:rsid w:val="003A5BAA"/>
    <w:rsid w:val="003E011D"/>
    <w:rsid w:val="003E59A7"/>
    <w:rsid w:val="00421955"/>
    <w:rsid w:val="00421BE3"/>
    <w:rsid w:val="004243F8"/>
    <w:rsid w:val="0043519D"/>
    <w:rsid w:val="00446CE5"/>
    <w:rsid w:val="0045003E"/>
    <w:rsid w:val="00454FBE"/>
    <w:rsid w:val="0046143E"/>
    <w:rsid w:val="00472698"/>
    <w:rsid w:val="004747D4"/>
    <w:rsid w:val="0047782D"/>
    <w:rsid w:val="004868CD"/>
    <w:rsid w:val="004A1128"/>
    <w:rsid w:val="004A5BEC"/>
    <w:rsid w:val="004B5B89"/>
    <w:rsid w:val="004C6CE6"/>
    <w:rsid w:val="004D4655"/>
    <w:rsid w:val="004E4542"/>
    <w:rsid w:val="00573970"/>
    <w:rsid w:val="0058072B"/>
    <w:rsid w:val="00584360"/>
    <w:rsid w:val="00591C76"/>
    <w:rsid w:val="005977DB"/>
    <w:rsid w:val="005A1A11"/>
    <w:rsid w:val="005A6382"/>
    <w:rsid w:val="005A75EE"/>
    <w:rsid w:val="005C2ECC"/>
    <w:rsid w:val="005E796E"/>
    <w:rsid w:val="005F11F7"/>
    <w:rsid w:val="005F5BBB"/>
    <w:rsid w:val="006361B5"/>
    <w:rsid w:val="00636B87"/>
    <w:rsid w:val="00637BF6"/>
    <w:rsid w:val="006418F5"/>
    <w:rsid w:val="00642929"/>
    <w:rsid w:val="00664171"/>
    <w:rsid w:val="00666BC4"/>
    <w:rsid w:val="00673FB1"/>
    <w:rsid w:val="0068025A"/>
    <w:rsid w:val="00691273"/>
    <w:rsid w:val="00694BF4"/>
    <w:rsid w:val="00697E62"/>
    <w:rsid w:val="006B7ACD"/>
    <w:rsid w:val="006C457B"/>
    <w:rsid w:val="006D36B9"/>
    <w:rsid w:val="006E54F7"/>
    <w:rsid w:val="006F3AB0"/>
    <w:rsid w:val="007008DE"/>
    <w:rsid w:val="00723987"/>
    <w:rsid w:val="00732866"/>
    <w:rsid w:val="00740DAA"/>
    <w:rsid w:val="00743416"/>
    <w:rsid w:val="00752B3A"/>
    <w:rsid w:val="00772BDF"/>
    <w:rsid w:val="007A579D"/>
    <w:rsid w:val="007B6213"/>
    <w:rsid w:val="007D300B"/>
    <w:rsid w:val="007F033A"/>
    <w:rsid w:val="007F4745"/>
    <w:rsid w:val="008010D5"/>
    <w:rsid w:val="0080140F"/>
    <w:rsid w:val="008104C2"/>
    <w:rsid w:val="00817AAB"/>
    <w:rsid w:val="00831236"/>
    <w:rsid w:val="008426A8"/>
    <w:rsid w:val="00844806"/>
    <w:rsid w:val="00852D86"/>
    <w:rsid w:val="00855784"/>
    <w:rsid w:val="00864553"/>
    <w:rsid w:val="00864950"/>
    <w:rsid w:val="00865A6D"/>
    <w:rsid w:val="008710AA"/>
    <w:rsid w:val="00882592"/>
    <w:rsid w:val="0088447E"/>
    <w:rsid w:val="00887A2A"/>
    <w:rsid w:val="008905EE"/>
    <w:rsid w:val="00893C89"/>
    <w:rsid w:val="00894FE8"/>
    <w:rsid w:val="00896C6B"/>
    <w:rsid w:val="008B639E"/>
    <w:rsid w:val="008C0756"/>
    <w:rsid w:val="008D6F08"/>
    <w:rsid w:val="00924FDE"/>
    <w:rsid w:val="00936A21"/>
    <w:rsid w:val="00937C31"/>
    <w:rsid w:val="0094191D"/>
    <w:rsid w:val="00945F3F"/>
    <w:rsid w:val="009609EC"/>
    <w:rsid w:val="00980F1C"/>
    <w:rsid w:val="00987BC9"/>
    <w:rsid w:val="009B135D"/>
    <w:rsid w:val="009D2AE4"/>
    <w:rsid w:val="009D4A7A"/>
    <w:rsid w:val="009E0FA8"/>
    <w:rsid w:val="00A12F66"/>
    <w:rsid w:val="00A866D5"/>
    <w:rsid w:val="00A87F06"/>
    <w:rsid w:val="00AC2B06"/>
    <w:rsid w:val="00AD4DAA"/>
    <w:rsid w:val="00AE1F93"/>
    <w:rsid w:val="00B0390E"/>
    <w:rsid w:val="00B05DC9"/>
    <w:rsid w:val="00B22336"/>
    <w:rsid w:val="00B55ABA"/>
    <w:rsid w:val="00B56A66"/>
    <w:rsid w:val="00B65668"/>
    <w:rsid w:val="00B83293"/>
    <w:rsid w:val="00BB30FE"/>
    <w:rsid w:val="00BC0930"/>
    <w:rsid w:val="00BC52CD"/>
    <w:rsid w:val="00BC7BCE"/>
    <w:rsid w:val="00BD6F39"/>
    <w:rsid w:val="00C4526F"/>
    <w:rsid w:val="00C553D6"/>
    <w:rsid w:val="00C5676E"/>
    <w:rsid w:val="00C6450C"/>
    <w:rsid w:val="00C7109A"/>
    <w:rsid w:val="00C728D3"/>
    <w:rsid w:val="00C92F38"/>
    <w:rsid w:val="00CA27FC"/>
    <w:rsid w:val="00CB10DF"/>
    <w:rsid w:val="00CB73FE"/>
    <w:rsid w:val="00CC6619"/>
    <w:rsid w:val="00CF243B"/>
    <w:rsid w:val="00D0066F"/>
    <w:rsid w:val="00D14138"/>
    <w:rsid w:val="00D16731"/>
    <w:rsid w:val="00D31764"/>
    <w:rsid w:val="00D43AA0"/>
    <w:rsid w:val="00D46618"/>
    <w:rsid w:val="00D77FE2"/>
    <w:rsid w:val="00D803A9"/>
    <w:rsid w:val="00D838A2"/>
    <w:rsid w:val="00D92B1C"/>
    <w:rsid w:val="00D95E10"/>
    <w:rsid w:val="00DA4314"/>
    <w:rsid w:val="00DA7F14"/>
    <w:rsid w:val="00DB2D72"/>
    <w:rsid w:val="00DB325F"/>
    <w:rsid w:val="00DB5B7D"/>
    <w:rsid w:val="00E01CD8"/>
    <w:rsid w:val="00E16687"/>
    <w:rsid w:val="00E2300D"/>
    <w:rsid w:val="00E706AD"/>
    <w:rsid w:val="00EB4260"/>
    <w:rsid w:val="00EB52EA"/>
    <w:rsid w:val="00F01BF7"/>
    <w:rsid w:val="00F06C6A"/>
    <w:rsid w:val="00F3661B"/>
    <w:rsid w:val="00F37569"/>
    <w:rsid w:val="00F647B3"/>
    <w:rsid w:val="00F7585A"/>
    <w:rsid w:val="00F80C5D"/>
    <w:rsid w:val="00F8195D"/>
    <w:rsid w:val="00FB3057"/>
    <w:rsid w:val="00FD0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171"/>
    <w:pPr>
      <w:widowControl w:val="0"/>
      <w:jc w:val="both"/>
    </w:pPr>
    <w:rPr>
      <w:rFonts w:ascii="Times New Roman" w:hAnsi="Times New Roman"/>
      <w:szCs w:val="21"/>
    </w:rPr>
  </w:style>
  <w:style w:type="paragraph" w:styleId="Heading3">
    <w:name w:val="heading 3"/>
    <w:basedOn w:val="Normal"/>
    <w:link w:val="Heading3Char"/>
    <w:uiPriority w:val="99"/>
    <w:qFormat/>
    <w:locked/>
    <w:rsid w:val="000D292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Times New Roman" w:hAnsi="Times New Roman"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664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4171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166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6687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4726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698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0875C0"/>
  </w:style>
  <w:style w:type="paragraph" w:styleId="Date">
    <w:name w:val="Date"/>
    <w:basedOn w:val="Normal"/>
    <w:next w:val="Normal"/>
    <w:link w:val="DateChar"/>
    <w:uiPriority w:val="99"/>
    <w:rsid w:val="00937C31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636B87"/>
    <w:rPr>
      <w:rFonts w:ascii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08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67</Words>
  <Characters>384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赣教党字〔2014〕70号</dc:title>
  <dc:subject/>
  <dc:creator>Lenovo User</dc:creator>
  <cp:keywords/>
  <dc:description/>
  <cp:lastModifiedBy>long</cp:lastModifiedBy>
  <cp:revision>3</cp:revision>
  <cp:lastPrinted>2017-05-31T03:42:00Z</cp:lastPrinted>
  <dcterms:created xsi:type="dcterms:W3CDTF">2017-05-31T06:41:00Z</dcterms:created>
  <dcterms:modified xsi:type="dcterms:W3CDTF">2017-05-31T06:42:00Z</dcterms:modified>
</cp:coreProperties>
</file>